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586CB" w14:textId="77777777" w:rsidR="00E42E78" w:rsidRDefault="001F4BF0">
      <w:pPr>
        <w:pStyle w:val="Title"/>
        <w:jc w:val="right"/>
      </w:pPr>
      <w:fldSimple w:instr=" SUBJECT  \* MERGEFORMAT ">
        <w:r w:rsidR="00897BD6">
          <w:t>SONAR</w:t>
        </w:r>
      </w:fldSimple>
    </w:p>
    <w:p w14:paraId="7D00D011" w14:textId="133D1C51" w:rsidR="00E42E78" w:rsidRDefault="001F4BF0">
      <w:pPr>
        <w:pStyle w:val="Title"/>
        <w:jc w:val="right"/>
      </w:pPr>
      <w:fldSimple w:instr="title  \* Mergeformat ">
        <w:r w:rsidR="00063546">
          <w:t>Use Case Specification:</w:t>
        </w:r>
        <w:r w:rsidR="00FA1C61">
          <w:t>Accept</w:t>
        </w:r>
        <w:r w:rsidR="00063546">
          <w:t xml:space="preserve"> </w:t>
        </w:r>
      </w:fldSimple>
      <w:r w:rsidR="00FA1C61">
        <w:t>Donations</w:t>
      </w:r>
    </w:p>
    <w:p w14:paraId="233B1077" w14:textId="77777777" w:rsidR="00E42E78" w:rsidRDefault="00E42E78">
      <w:pPr>
        <w:pStyle w:val="Title"/>
        <w:jc w:val="right"/>
      </w:pPr>
    </w:p>
    <w:p w14:paraId="2BF37B79" w14:textId="77777777" w:rsidR="00E42E78" w:rsidRDefault="00AE19B8">
      <w:pPr>
        <w:pStyle w:val="Title"/>
        <w:jc w:val="right"/>
        <w:rPr>
          <w:sz w:val="28"/>
        </w:rPr>
      </w:pPr>
      <w:r>
        <w:rPr>
          <w:sz w:val="28"/>
        </w:rPr>
        <w:t>Version &lt;1.0&gt;</w:t>
      </w:r>
    </w:p>
    <w:p w14:paraId="36D4AD6B" w14:textId="77777777" w:rsidR="00E42E78" w:rsidRDefault="00E42E78"/>
    <w:p w14:paraId="180DC142" w14:textId="77777777" w:rsidR="00E42E78" w:rsidRDefault="00E42E78"/>
    <w:p w14:paraId="62BBBD38" w14:textId="77777777" w:rsidR="00E42E78" w:rsidRDefault="00E42E78">
      <w:pPr>
        <w:pStyle w:val="BodyText"/>
      </w:pPr>
    </w:p>
    <w:p w14:paraId="5756E8AE" w14:textId="77777777" w:rsidR="00E42E78" w:rsidRDefault="00E42E78">
      <w:pPr>
        <w:pStyle w:val="BodyText"/>
      </w:pPr>
    </w:p>
    <w:p w14:paraId="4FB161A4" w14:textId="77777777" w:rsidR="00E42E78" w:rsidRDefault="00E42E78">
      <w:pPr>
        <w:sectPr w:rsidR="00E42E78">
          <w:headerReference w:type="default" r:id="rId7"/>
          <w:endnotePr>
            <w:numFmt w:val="decimal"/>
          </w:endnotePr>
          <w:pgSz w:w="12240" w:h="15840"/>
          <w:pgMar w:top="1440" w:right="1440" w:bottom="1440" w:left="1440" w:header="720" w:footer="720" w:gutter="0"/>
          <w:cols w:space="720"/>
          <w:vAlign w:val="center"/>
        </w:sectPr>
      </w:pPr>
    </w:p>
    <w:p w14:paraId="62FBAE50" w14:textId="77777777" w:rsidR="00E42E78" w:rsidRDefault="00AE19B8">
      <w:pPr>
        <w:pStyle w:val="Title"/>
      </w:pPr>
      <w:r>
        <w:lastRenderedPageBreak/>
        <w:t>Revision History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152"/>
        <w:gridCol w:w="3744"/>
        <w:gridCol w:w="2304"/>
      </w:tblGrid>
      <w:tr w:rsidR="00E42E78" w14:paraId="74482EF5" w14:textId="77777777">
        <w:tc>
          <w:tcPr>
            <w:tcW w:w="2304" w:type="dxa"/>
          </w:tcPr>
          <w:p w14:paraId="6C5B15D1" w14:textId="77777777" w:rsidR="00E42E78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152" w:type="dxa"/>
          </w:tcPr>
          <w:p w14:paraId="7D60DC32" w14:textId="77777777" w:rsidR="00E42E78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3744" w:type="dxa"/>
          </w:tcPr>
          <w:p w14:paraId="07EC7250" w14:textId="77777777" w:rsidR="00E42E78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2304" w:type="dxa"/>
          </w:tcPr>
          <w:p w14:paraId="14EA1C31" w14:textId="77777777" w:rsidR="00E42E78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</w:tr>
      <w:tr w:rsidR="00E42E78" w14:paraId="45069366" w14:textId="77777777">
        <w:tc>
          <w:tcPr>
            <w:tcW w:w="2304" w:type="dxa"/>
          </w:tcPr>
          <w:p w14:paraId="103E5ED3" w14:textId="23224BD2" w:rsidR="00E42E78" w:rsidRDefault="00FA1C61" w:rsidP="00C3740E">
            <w:pPr>
              <w:pStyle w:val="Tabletext"/>
            </w:pPr>
            <w:r>
              <w:t>7/DEC/16</w:t>
            </w:r>
          </w:p>
        </w:tc>
        <w:tc>
          <w:tcPr>
            <w:tcW w:w="1152" w:type="dxa"/>
          </w:tcPr>
          <w:p w14:paraId="43C874D5" w14:textId="77777777" w:rsidR="00E42E78" w:rsidRDefault="00C3740E">
            <w:pPr>
              <w:pStyle w:val="Tabletext"/>
            </w:pPr>
            <w:r>
              <w:t>1.0</w:t>
            </w:r>
          </w:p>
        </w:tc>
        <w:tc>
          <w:tcPr>
            <w:tcW w:w="3744" w:type="dxa"/>
          </w:tcPr>
          <w:p w14:paraId="7C36E159" w14:textId="77777777" w:rsidR="00E42E78" w:rsidRDefault="00063546" w:rsidP="00063546">
            <w:pPr>
              <w:pStyle w:val="Tabletext"/>
            </w:pPr>
            <w:r>
              <w:t>Track received Scholarship Applications</w:t>
            </w:r>
          </w:p>
        </w:tc>
        <w:tc>
          <w:tcPr>
            <w:tcW w:w="2304" w:type="dxa"/>
          </w:tcPr>
          <w:p w14:paraId="60700898" w14:textId="77777777" w:rsidR="00E42E78" w:rsidRDefault="00C3740E" w:rsidP="00C3740E">
            <w:pPr>
              <w:pStyle w:val="Tabletext"/>
            </w:pPr>
            <w:r>
              <w:t>Ajay Singh</w:t>
            </w:r>
          </w:p>
        </w:tc>
      </w:tr>
      <w:tr w:rsidR="00E42E78" w14:paraId="0F61ECFC" w14:textId="77777777">
        <w:tc>
          <w:tcPr>
            <w:tcW w:w="2304" w:type="dxa"/>
          </w:tcPr>
          <w:p w14:paraId="28518447" w14:textId="77777777" w:rsidR="00E42E78" w:rsidRDefault="00E42E78">
            <w:pPr>
              <w:pStyle w:val="Tabletext"/>
            </w:pPr>
          </w:p>
        </w:tc>
        <w:tc>
          <w:tcPr>
            <w:tcW w:w="1152" w:type="dxa"/>
          </w:tcPr>
          <w:p w14:paraId="5A4C5190" w14:textId="77777777" w:rsidR="00E42E78" w:rsidRDefault="00E42E78">
            <w:pPr>
              <w:pStyle w:val="Tabletext"/>
            </w:pPr>
          </w:p>
        </w:tc>
        <w:tc>
          <w:tcPr>
            <w:tcW w:w="3744" w:type="dxa"/>
          </w:tcPr>
          <w:p w14:paraId="3CE1DCE0" w14:textId="77777777" w:rsidR="00E42E78" w:rsidRDefault="00E42E78">
            <w:pPr>
              <w:pStyle w:val="Tabletext"/>
            </w:pPr>
          </w:p>
        </w:tc>
        <w:tc>
          <w:tcPr>
            <w:tcW w:w="2304" w:type="dxa"/>
          </w:tcPr>
          <w:p w14:paraId="3FE355DE" w14:textId="77777777" w:rsidR="00E42E78" w:rsidRDefault="00E42E78">
            <w:pPr>
              <w:pStyle w:val="Tabletext"/>
            </w:pPr>
          </w:p>
        </w:tc>
      </w:tr>
      <w:tr w:rsidR="00E42E78" w14:paraId="1C0399C9" w14:textId="77777777">
        <w:tc>
          <w:tcPr>
            <w:tcW w:w="2304" w:type="dxa"/>
          </w:tcPr>
          <w:p w14:paraId="3ACD3007" w14:textId="77777777" w:rsidR="00E42E78" w:rsidRDefault="00E42E78">
            <w:pPr>
              <w:pStyle w:val="Tabletext"/>
            </w:pPr>
          </w:p>
        </w:tc>
        <w:tc>
          <w:tcPr>
            <w:tcW w:w="1152" w:type="dxa"/>
          </w:tcPr>
          <w:p w14:paraId="6CB84406" w14:textId="77777777" w:rsidR="00E42E78" w:rsidRDefault="00E42E78">
            <w:pPr>
              <w:pStyle w:val="Tabletext"/>
            </w:pPr>
          </w:p>
        </w:tc>
        <w:tc>
          <w:tcPr>
            <w:tcW w:w="3744" w:type="dxa"/>
          </w:tcPr>
          <w:p w14:paraId="74167EF5" w14:textId="77777777" w:rsidR="00E42E78" w:rsidRDefault="00E42E78">
            <w:pPr>
              <w:pStyle w:val="Tabletext"/>
            </w:pPr>
          </w:p>
        </w:tc>
        <w:tc>
          <w:tcPr>
            <w:tcW w:w="2304" w:type="dxa"/>
          </w:tcPr>
          <w:p w14:paraId="1E1162AF" w14:textId="77777777" w:rsidR="00E42E78" w:rsidRDefault="00E42E78">
            <w:pPr>
              <w:pStyle w:val="Tabletext"/>
            </w:pPr>
          </w:p>
        </w:tc>
      </w:tr>
      <w:tr w:rsidR="00E42E78" w14:paraId="2F80DEA7" w14:textId="77777777">
        <w:tc>
          <w:tcPr>
            <w:tcW w:w="2304" w:type="dxa"/>
          </w:tcPr>
          <w:p w14:paraId="512F6F10" w14:textId="77777777" w:rsidR="00E42E78" w:rsidRDefault="00E42E78">
            <w:pPr>
              <w:pStyle w:val="Tabletext"/>
            </w:pPr>
          </w:p>
        </w:tc>
        <w:tc>
          <w:tcPr>
            <w:tcW w:w="1152" w:type="dxa"/>
          </w:tcPr>
          <w:p w14:paraId="23C497C0" w14:textId="77777777" w:rsidR="00E42E78" w:rsidRDefault="00E42E78">
            <w:pPr>
              <w:pStyle w:val="Tabletext"/>
            </w:pPr>
          </w:p>
        </w:tc>
        <w:tc>
          <w:tcPr>
            <w:tcW w:w="3744" w:type="dxa"/>
          </w:tcPr>
          <w:p w14:paraId="47FE598C" w14:textId="77777777" w:rsidR="00E42E78" w:rsidRDefault="00E42E78">
            <w:pPr>
              <w:pStyle w:val="Tabletext"/>
            </w:pPr>
          </w:p>
        </w:tc>
        <w:tc>
          <w:tcPr>
            <w:tcW w:w="2304" w:type="dxa"/>
          </w:tcPr>
          <w:p w14:paraId="03BE1D90" w14:textId="77777777" w:rsidR="00E42E78" w:rsidRDefault="00E42E78">
            <w:pPr>
              <w:pStyle w:val="Tabletext"/>
            </w:pPr>
          </w:p>
        </w:tc>
      </w:tr>
    </w:tbl>
    <w:p w14:paraId="7DEA6F20" w14:textId="77777777" w:rsidR="00E42E78" w:rsidRDefault="00E42E78"/>
    <w:p w14:paraId="25B62340" w14:textId="77777777" w:rsidR="00E42E78" w:rsidRDefault="00AE19B8">
      <w:pPr>
        <w:pStyle w:val="Title"/>
      </w:pPr>
      <w:r>
        <w:br w:type="page"/>
      </w:r>
      <w:r>
        <w:lastRenderedPageBreak/>
        <w:t>Table of Contents</w:t>
      </w:r>
    </w:p>
    <w:p w14:paraId="57731535" w14:textId="77777777" w:rsidR="00E42E78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  <w:szCs w:val="24"/>
        </w:rPr>
        <w:t>1.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Use-Case Name</w:t>
      </w:r>
      <w:r>
        <w:rPr>
          <w:noProof/>
        </w:rPr>
        <w:tab/>
      </w:r>
      <w:r w:rsidR="00350700">
        <w:rPr>
          <w:noProof/>
        </w:rPr>
        <w:t>4</w:t>
      </w:r>
    </w:p>
    <w:p w14:paraId="75016C9D" w14:textId="77777777" w:rsidR="00E42E78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1.1</w:t>
      </w:r>
      <w:r>
        <w:rPr>
          <w:noProof/>
          <w:sz w:val="24"/>
          <w:szCs w:val="24"/>
        </w:rPr>
        <w:tab/>
      </w:r>
      <w:r>
        <w:rPr>
          <w:noProof/>
        </w:rPr>
        <w:t>Brief Description</w:t>
      </w:r>
      <w:r>
        <w:rPr>
          <w:noProof/>
        </w:rPr>
        <w:tab/>
      </w:r>
      <w:r w:rsidR="00350700">
        <w:rPr>
          <w:noProof/>
        </w:rPr>
        <w:t>4</w:t>
      </w:r>
    </w:p>
    <w:p w14:paraId="52B0C57C" w14:textId="77777777" w:rsidR="00E42E78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2.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Flow of Events</w:t>
      </w:r>
      <w:r>
        <w:rPr>
          <w:noProof/>
        </w:rPr>
        <w:tab/>
      </w:r>
      <w:r w:rsidR="00350700">
        <w:rPr>
          <w:noProof/>
        </w:rPr>
        <w:t>4</w:t>
      </w:r>
    </w:p>
    <w:p w14:paraId="62950906" w14:textId="77777777" w:rsidR="00E42E78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2.1</w:t>
      </w:r>
      <w:r>
        <w:rPr>
          <w:noProof/>
          <w:sz w:val="24"/>
          <w:szCs w:val="24"/>
        </w:rPr>
        <w:tab/>
      </w:r>
      <w:r>
        <w:rPr>
          <w:noProof/>
        </w:rPr>
        <w:t>Basic Flow</w:t>
      </w:r>
      <w:r>
        <w:rPr>
          <w:noProof/>
        </w:rPr>
        <w:tab/>
      </w:r>
      <w:r w:rsidR="00350700">
        <w:rPr>
          <w:noProof/>
        </w:rPr>
        <w:t>4</w:t>
      </w:r>
    </w:p>
    <w:p w14:paraId="0A88295D" w14:textId="77777777" w:rsidR="00E42E78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2.2</w:t>
      </w:r>
      <w:r>
        <w:rPr>
          <w:noProof/>
          <w:sz w:val="24"/>
          <w:szCs w:val="24"/>
        </w:rPr>
        <w:tab/>
      </w:r>
      <w:r>
        <w:rPr>
          <w:noProof/>
        </w:rPr>
        <w:t>Alternative Flows</w:t>
      </w:r>
      <w:r>
        <w:rPr>
          <w:noProof/>
        </w:rPr>
        <w:tab/>
      </w:r>
      <w:r w:rsidR="00350700">
        <w:rPr>
          <w:noProof/>
        </w:rPr>
        <w:t>4</w:t>
      </w:r>
    </w:p>
    <w:p w14:paraId="24A783C4" w14:textId="77777777" w:rsidR="00E42E78" w:rsidRDefault="00AE19B8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2.2.1</w:t>
      </w:r>
      <w:r>
        <w:rPr>
          <w:noProof/>
          <w:sz w:val="24"/>
          <w:szCs w:val="24"/>
        </w:rPr>
        <w:tab/>
      </w:r>
      <w:r w:rsidR="00350700">
        <w:rPr>
          <w:noProof/>
        </w:rPr>
        <w:t>Invalid Tracking Information</w:t>
      </w:r>
      <w:r>
        <w:rPr>
          <w:noProof/>
        </w:rPr>
        <w:tab/>
      </w:r>
      <w:r w:rsidR="00350700">
        <w:rPr>
          <w:noProof/>
        </w:rPr>
        <w:t>4</w:t>
      </w:r>
    </w:p>
    <w:p w14:paraId="4976CBC5" w14:textId="77777777" w:rsidR="00E42E78" w:rsidRDefault="00AE19B8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2.2.2</w:t>
      </w:r>
      <w:r>
        <w:rPr>
          <w:noProof/>
          <w:sz w:val="24"/>
          <w:szCs w:val="24"/>
        </w:rPr>
        <w:tab/>
      </w:r>
      <w:r w:rsidR="00350700">
        <w:rPr>
          <w:noProof/>
          <w:sz w:val="24"/>
          <w:szCs w:val="24"/>
        </w:rPr>
        <w:t>Tracking information does not exit</w:t>
      </w:r>
      <w:r>
        <w:rPr>
          <w:noProof/>
        </w:rPr>
        <w:tab/>
      </w:r>
      <w:r w:rsidR="00350700">
        <w:rPr>
          <w:noProof/>
        </w:rPr>
        <w:t>4</w:t>
      </w:r>
    </w:p>
    <w:p w14:paraId="6D742F09" w14:textId="77777777" w:rsidR="00E42E78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3.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Special Requirements</w:t>
      </w:r>
      <w:r>
        <w:rPr>
          <w:noProof/>
        </w:rPr>
        <w:tab/>
      </w:r>
      <w:r w:rsidR="00350700">
        <w:rPr>
          <w:noProof/>
        </w:rPr>
        <w:t>4</w:t>
      </w:r>
    </w:p>
    <w:p w14:paraId="1D3D70BF" w14:textId="77777777" w:rsidR="00350700" w:rsidRDefault="00AE19B8">
      <w:pPr>
        <w:pStyle w:val="TOC2"/>
        <w:tabs>
          <w:tab w:val="left" w:pos="1000"/>
        </w:tabs>
        <w:rPr>
          <w:noProof/>
        </w:rPr>
      </w:pPr>
      <w:r>
        <w:rPr>
          <w:noProof/>
        </w:rPr>
        <w:t>3.1</w:t>
      </w:r>
      <w:r>
        <w:rPr>
          <w:noProof/>
          <w:sz w:val="24"/>
          <w:szCs w:val="24"/>
        </w:rPr>
        <w:tab/>
      </w:r>
      <w:r w:rsidR="00350700">
        <w:rPr>
          <w:noProof/>
        </w:rPr>
        <w:t>System requirements</w:t>
      </w:r>
      <w:r w:rsidR="008B0A27">
        <w:rPr>
          <w:noProof/>
        </w:rPr>
        <w:tab/>
        <w:t>4</w:t>
      </w:r>
    </w:p>
    <w:p w14:paraId="591B0842" w14:textId="77777777" w:rsidR="00E42E78" w:rsidRDefault="00350700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3.2</w:t>
      </w:r>
      <w:r>
        <w:rPr>
          <w:noProof/>
        </w:rPr>
        <w:tab/>
      </w:r>
      <w:r w:rsidR="008B0A27">
        <w:rPr>
          <w:noProof/>
        </w:rPr>
        <w:t>Legal requirements</w:t>
      </w:r>
      <w:r w:rsidR="00AE19B8">
        <w:rPr>
          <w:noProof/>
        </w:rPr>
        <w:tab/>
      </w:r>
      <w:r>
        <w:rPr>
          <w:noProof/>
        </w:rPr>
        <w:t>4</w:t>
      </w:r>
    </w:p>
    <w:p w14:paraId="7D18A0A4" w14:textId="77777777" w:rsidR="00E42E78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4.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Pre-conditions</w:t>
      </w:r>
      <w:r>
        <w:rPr>
          <w:noProof/>
        </w:rPr>
        <w:tab/>
      </w:r>
      <w:r w:rsidR="00350700">
        <w:rPr>
          <w:noProof/>
        </w:rPr>
        <w:t>4</w:t>
      </w:r>
    </w:p>
    <w:p w14:paraId="34D7BD86" w14:textId="77777777" w:rsidR="008B0A27" w:rsidRDefault="00AE19B8">
      <w:pPr>
        <w:pStyle w:val="TOC2"/>
        <w:tabs>
          <w:tab w:val="left" w:pos="1000"/>
        </w:tabs>
        <w:rPr>
          <w:noProof/>
        </w:rPr>
      </w:pPr>
      <w:r>
        <w:rPr>
          <w:noProof/>
        </w:rPr>
        <w:t>4.1</w:t>
      </w:r>
      <w:r>
        <w:rPr>
          <w:noProof/>
          <w:sz w:val="24"/>
          <w:szCs w:val="24"/>
        </w:rPr>
        <w:tab/>
      </w:r>
      <w:r w:rsidR="008B0A27">
        <w:rPr>
          <w:noProof/>
        </w:rPr>
        <w:t>Access to system</w:t>
      </w:r>
      <w:r w:rsidR="008B0A27">
        <w:rPr>
          <w:noProof/>
        </w:rPr>
        <w:tab/>
        <w:t>4</w:t>
      </w:r>
    </w:p>
    <w:p w14:paraId="538E8097" w14:textId="77777777" w:rsidR="00E42E78" w:rsidRDefault="008B0A27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4.2</w:t>
      </w:r>
      <w:r>
        <w:rPr>
          <w:noProof/>
        </w:rPr>
        <w:tab/>
        <w:t>Access to tracking information</w:t>
      </w:r>
      <w:r w:rsidR="00AE19B8">
        <w:rPr>
          <w:noProof/>
        </w:rPr>
        <w:tab/>
      </w:r>
      <w:r w:rsidR="00350700">
        <w:rPr>
          <w:noProof/>
        </w:rPr>
        <w:t>4</w:t>
      </w:r>
    </w:p>
    <w:p w14:paraId="1CE80290" w14:textId="77777777" w:rsidR="00E42E78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5.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Post-conditions</w:t>
      </w:r>
      <w:r>
        <w:rPr>
          <w:noProof/>
        </w:rPr>
        <w:tab/>
      </w:r>
      <w:r w:rsidR="00350700">
        <w:rPr>
          <w:noProof/>
        </w:rPr>
        <w:t>4</w:t>
      </w:r>
    </w:p>
    <w:p w14:paraId="0BB722C3" w14:textId="77777777" w:rsidR="008B0A27" w:rsidRDefault="00AE19B8">
      <w:pPr>
        <w:pStyle w:val="TOC2"/>
        <w:tabs>
          <w:tab w:val="left" w:pos="1000"/>
        </w:tabs>
        <w:rPr>
          <w:noProof/>
        </w:rPr>
      </w:pPr>
      <w:r>
        <w:rPr>
          <w:noProof/>
        </w:rPr>
        <w:t>5.1</w:t>
      </w:r>
      <w:r>
        <w:rPr>
          <w:noProof/>
          <w:sz w:val="24"/>
          <w:szCs w:val="24"/>
        </w:rPr>
        <w:tab/>
      </w:r>
      <w:r w:rsidR="008B0A27">
        <w:rPr>
          <w:noProof/>
        </w:rPr>
        <w:t>Results provided</w:t>
      </w:r>
      <w:r w:rsidR="008B0A27">
        <w:rPr>
          <w:noProof/>
        </w:rPr>
        <w:tab/>
        <w:t>4</w:t>
      </w:r>
    </w:p>
    <w:p w14:paraId="0BBD3B28" w14:textId="77777777" w:rsidR="00E42E78" w:rsidRDefault="008B0A27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5.2</w:t>
      </w:r>
      <w:r>
        <w:rPr>
          <w:noProof/>
        </w:rPr>
        <w:tab/>
        <w:t>Submit new application</w:t>
      </w:r>
      <w:r w:rsidR="00AE19B8">
        <w:rPr>
          <w:noProof/>
        </w:rPr>
        <w:tab/>
      </w:r>
      <w:r w:rsidR="00350700">
        <w:rPr>
          <w:noProof/>
        </w:rPr>
        <w:t>4</w:t>
      </w:r>
    </w:p>
    <w:p w14:paraId="7593165D" w14:textId="77777777" w:rsidR="00E42E78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6.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Extension Points</w:t>
      </w:r>
      <w:r>
        <w:rPr>
          <w:noProof/>
        </w:rPr>
        <w:tab/>
      </w:r>
      <w:r w:rsidR="00350700">
        <w:rPr>
          <w:noProof/>
        </w:rPr>
        <w:t>5</w:t>
      </w:r>
    </w:p>
    <w:p w14:paraId="26CDEDC4" w14:textId="77777777" w:rsidR="00E42E78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6.1</w:t>
      </w:r>
      <w:r>
        <w:rPr>
          <w:noProof/>
          <w:sz w:val="24"/>
          <w:szCs w:val="24"/>
        </w:rPr>
        <w:tab/>
      </w:r>
      <w:r w:rsidR="008B0A27">
        <w:rPr>
          <w:noProof/>
          <w:sz w:val="24"/>
          <w:szCs w:val="24"/>
        </w:rPr>
        <w:t>Invalid input</w:t>
      </w:r>
      <w:r>
        <w:rPr>
          <w:noProof/>
        </w:rPr>
        <w:tab/>
      </w:r>
      <w:r w:rsidR="00350700">
        <w:rPr>
          <w:noProof/>
        </w:rPr>
        <w:t>5</w:t>
      </w:r>
    </w:p>
    <w:p w14:paraId="452734F8" w14:textId="1BA54C5D" w:rsidR="00E42E78" w:rsidRDefault="00AE19B8">
      <w:pPr>
        <w:pStyle w:val="Title"/>
      </w:pPr>
      <w:r>
        <w:rPr>
          <w:rFonts w:ascii="Times New Roman" w:hAnsi="Times New Roman"/>
          <w:sz w:val="20"/>
        </w:rPr>
        <w:fldChar w:fldCharType="end"/>
      </w:r>
      <w:r>
        <w:br w:type="page"/>
      </w:r>
      <w:fldSimple w:instr="title  \* Mergeformat ">
        <w:r w:rsidR="00CA0558">
          <w:t>Use Case Specification:</w:t>
        </w:r>
        <w:r w:rsidR="00A0454B">
          <w:t xml:space="preserve"> Accept donations</w:t>
        </w:r>
        <w:r w:rsidR="00CA0558">
          <w:t xml:space="preserve"> </w:t>
        </w:r>
      </w:fldSimple>
      <w:bookmarkStart w:id="0" w:name="_Toc423410237"/>
      <w:bookmarkStart w:id="1" w:name="_Toc425054503"/>
      <w:r>
        <w:t xml:space="preserve"> </w:t>
      </w:r>
      <w:bookmarkEnd w:id="0"/>
      <w:bookmarkEnd w:id="1"/>
    </w:p>
    <w:p w14:paraId="0C27F3DA" w14:textId="77777777" w:rsidR="00E42E78" w:rsidRDefault="00063546">
      <w:pPr>
        <w:pStyle w:val="Heading1"/>
      </w:pPr>
      <w:bookmarkStart w:id="2" w:name="_Toc423410238"/>
      <w:bookmarkStart w:id="3" w:name="_Toc425054504"/>
      <w:r>
        <w:t>Track Received Applications</w:t>
      </w:r>
      <w:r w:rsidR="00AE19B8">
        <w:t xml:space="preserve"> </w:t>
      </w:r>
    </w:p>
    <w:p w14:paraId="73C298EE" w14:textId="77777777" w:rsidR="00E42E78" w:rsidRDefault="00AE19B8">
      <w:pPr>
        <w:pStyle w:val="Heading2"/>
      </w:pPr>
      <w:bookmarkStart w:id="4" w:name="_Toc494515305"/>
      <w:r>
        <w:t>Brief Description</w:t>
      </w:r>
      <w:bookmarkEnd w:id="2"/>
      <w:bookmarkEnd w:id="3"/>
      <w:bookmarkEnd w:id="4"/>
    </w:p>
    <w:p w14:paraId="0B71DF25" w14:textId="0887B90D" w:rsidR="00E42E78" w:rsidRPr="00063546" w:rsidRDefault="00A0454B">
      <w:pPr>
        <w:pStyle w:val="InfoBlue"/>
        <w:rPr>
          <w:i w:val="0"/>
          <w:color w:val="auto"/>
        </w:rPr>
      </w:pPr>
      <w:r>
        <w:rPr>
          <w:i w:val="0"/>
          <w:color w:val="auto"/>
        </w:rPr>
        <w:t>For use by anyone looking to make donation to the school of nursing</w:t>
      </w:r>
      <w:r w:rsidR="008B379A">
        <w:rPr>
          <w:i w:val="0"/>
          <w:color w:val="auto"/>
        </w:rPr>
        <w:t>. Users will be able to make monetary contribution to the school of nursing.</w:t>
      </w:r>
    </w:p>
    <w:p w14:paraId="2A8A4B82" w14:textId="77777777" w:rsidR="00E42E78" w:rsidRDefault="00AE19B8">
      <w:pPr>
        <w:pStyle w:val="Heading1"/>
        <w:widowControl/>
      </w:pPr>
      <w:bookmarkStart w:id="5" w:name="_Toc423410239"/>
      <w:bookmarkStart w:id="6" w:name="_Toc425054505"/>
      <w:bookmarkStart w:id="7" w:name="_Toc494515306"/>
      <w:r>
        <w:t>Flow of Events</w:t>
      </w:r>
      <w:bookmarkEnd w:id="5"/>
      <w:bookmarkEnd w:id="6"/>
      <w:bookmarkEnd w:id="7"/>
    </w:p>
    <w:p w14:paraId="167F957E" w14:textId="77777777" w:rsidR="00E42E78" w:rsidRDefault="00AE19B8">
      <w:pPr>
        <w:pStyle w:val="Heading2"/>
        <w:widowControl/>
      </w:pPr>
      <w:bookmarkStart w:id="8" w:name="_Toc423410240"/>
      <w:bookmarkStart w:id="9" w:name="_Toc425054506"/>
      <w:bookmarkStart w:id="10" w:name="_Toc494515307"/>
      <w:r>
        <w:t>Basic Flow</w:t>
      </w:r>
      <w:bookmarkEnd w:id="8"/>
      <w:bookmarkEnd w:id="9"/>
      <w:bookmarkEnd w:id="10"/>
      <w:r>
        <w:t xml:space="preserve"> </w:t>
      </w:r>
    </w:p>
    <w:p w14:paraId="3796BF64" w14:textId="76EDA327" w:rsidR="001E7A55" w:rsidRPr="001E7A55" w:rsidRDefault="008B379A" w:rsidP="001E7A55">
      <w:pPr>
        <w:ind w:left="720"/>
      </w:pPr>
      <w:r>
        <w:t xml:space="preserve">User will be able to create an account or log in to an existing one </w:t>
      </w:r>
      <w:r w:rsidR="00D56832">
        <w:t>to make a donation to school of nursing with a method of their choosing. They will be directed to the</w:t>
      </w:r>
      <w:r w:rsidR="005D15B2">
        <w:t xml:space="preserve"> university of Louisville foundation page to complete donation.</w:t>
      </w:r>
    </w:p>
    <w:p w14:paraId="2D393725" w14:textId="4F6EF511" w:rsidR="00E42E78" w:rsidRDefault="00AE19B8">
      <w:pPr>
        <w:pStyle w:val="Heading2"/>
        <w:widowControl/>
      </w:pPr>
      <w:bookmarkStart w:id="11" w:name="_Toc423410241"/>
      <w:bookmarkStart w:id="12" w:name="_Toc425054507"/>
      <w:bookmarkStart w:id="13" w:name="_Toc494515308"/>
      <w:r>
        <w:t>Alternative Flows</w:t>
      </w:r>
      <w:bookmarkEnd w:id="11"/>
      <w:bookmarkEnd w:id="12"/>
      <w:bookmarkEnd w:id="13"/>
    </w:p>
    <w:p w14:paraId="07055BCA" w14:textId="5E0CB795" w:rsidR="00E42E78" w:rsidRDefault="005D15B2">
      <w:pPr>
        <w:pStyle w:val="Heading3"/>
        <w:widowControl/>
      </w:pPr>
      <w:bookmarkStart w:id="14" w:name="_Toc423410242"/>
      <w:bookmarkStart w:id="15" w:name="_Toc425054508"/>
      <w:bookmarkStart w:id="16" w:name="_Toc494515309"/>
      <w:bookmarkEnd w:id="14"/>
      <w:bookmarkEnd w:id="15"/>
      <w:bookmarkEnd w:id="16"/>
      <w:r>
        <w:rPr>
          <w:i w:val="0"/>
        </w:rPr>
        <w:t>Incomplete information</w:t>
      </w:r>
    </w:p>
    <w:p w14:paraId="739F0396" w14:textId="2573C786" w:rsidR="00E42E78" w:rsidRPr="0079563D" w:rsidRDefault="00E26C6C">
      <w:pPr>
        <w:pStyle w:val="InfoBlue"/>
        <w:rPr>
          <w:i w:val="0"/>
          <w:color w:val="auto"/>
        </w:rPr>
      </w:pPr>
      <w:r>
        <w:rPr>
          <w:i w:val="0"/>
          <w:color w:val="auto"/>
        </w:rPr>
        <w:t xml:space="preserve">Page would return errors to notify the user </w:t>
      </w:r>
      <w:r w:rsidR="00C16F18">
        <w:rPr>
          <w:i w:val="0"/>
          <w:color w:val="auto"/>
        </w:rPr>
        <w:t xml:space="preserve">that information entered is incomplete such as the check number, the card number, and/or address. </w:t>
      </w:r>
      <w:r>
        <w:rPr>
          <w:i w:val="0"/>
          <w:color w:val="auto"/>
        </w:rPr>
        <w:t xml:space="preserve"> </w:t>
      </w:r>
    </w:p>
    <w:p w14:paraId="36597BF7" w14:textId="002E9A90" w:rsidR="00E42E78" w:rsidRDefault="00C16F18">
      <w:pPr>
        <w:pStyle w:val="Heading3"/>
        <w:widowControl/>
        <w:rPr>
          <w:i w:val="0"/>
        </w:rPr>
      </w:pPr>
      <w:r>
        <w:rPr>
          <w:i w:val="0"/>
        </w:rPr>
        <w:t>Redirect page unavailable</w:t>
      </w:r>
    </w:p>
    <w:p w14:paraId="21F590EB" w14:textId="5F771920" w:rsidR="008F6CC3" w:rsidRPr="008F6CC3" w:rsidRDefault="00C16F18" w:rsidP="008F6CC3">
      <w:pPr>
        <w:ind w:left="720"/>
      </w:pPr>
      <w:r>
        <w:t>System will show a backup page that will track user info in case the page is unavailable. Information would be used later to contact user to complete the donation process.</w:t>
      </w:r>
    </w:p>
    <w:p w14:paraId="64C54735" w14:textId="77777777" w:rsidR="00E42E78" w:rsidRDefault="00AE19B8">
      <w:pPr>
        <w:pStyle w:val="Heading1"/>
      </w:pPr>
      <w:bookmarkStart w:id="17" w:name="_Toc423410251"/>
      <w:bookmarkStart w:id="18" w:name="_Toc425054510"/>
      <w:bookmarkStart w:id="19" w:name="_Toc494515311"/>
      <w:r>
        <w:t>Special Requirements</w:t>
      </w:r>
      <w:bookmarkEnd w:id="17"/>
      <w:bookmarkEnd w:id="18"/>
      <w:bookmarkEnd w:id="19"/>
    </w:p>
    <w:p w14:paraId="7F49B329" w14:textId="77777777" w:rsidR="00E42E78" w:rsidRDefault="00B50A8C">
      <w:pPr>
        <w:pStyle w:val="Heading2"/>
        <w:widowControl/>
      </w:pPr>
      <w:bookmarkStart w:id="20" w:name="_Toc423410252"/>
      <w:bookmarkStart w:id="21" w:name="_Toc425054511"/>
      <w:bookmarkStart w:id="22" w:name="_Toc494515312"/>
      <w:r>
        <w:t xml:space="preserve">System </w:t>
      </w:r>
      <w:r w:rsidR="00AE19B8">
        <w:t>Requirement</w:t>
      </w:r>
      <w:r>
        <w:t>s</w:t>
      </w:r>
      <w:bookmarkEnd w:id="20"/>
      <w:bookmarkEnd w:id="21"/>
      <w:bookmarkEnd w:id="22"/>
    </w:p>
    <w:p w14:paraId="496B3636" w14:textId="77777777" w:rsidR="00B50A8C" w:rsidRDefault="00B50A8C" w:rsidP="00B50A8C">
      <w:pPr>
        <w:numPr>
          <w:ilvl w:val="0"/>
          <w:numId w:val="23"/>
        </w:numPr>
      </w:pPr>
      <w:r>
        <w:t>Windows Server 2012</w:t>
      </w:r>
    </w:p>
    <w:p w14:paraId="310B9B72" w14:textId="0A303653" w:rsidR="00432A65" w:rsidRDefault="00B50A8C" w:rsidP="007729BE">
      <w:pPr>
        <w:numPr>
          <w:ilvl w:val="0"/>
          <w:numId w:val="23"/>
        </w:numPr>
      </w:pPr>
      <w:r>
        <w:t>Access SQL 2016</w:t>
      </w:r>
    </w:p>
    <w:p w14:paraId="76A0BE8E" w14:textId="6937C30B" w:rsidR="00C16F18" w:rsidRDefault="006E6785" w:rsidP="007729BE">
      <w:pPr>
        <w:numPr>
          <w:ilvl w:val="0"/>
          <w:numId w:val="23"/>
        </w:numPr>
      </w:pPr>
      <w:r>
        <w:t>Access to university of Louisville foundation page.</w:t>
      </w:r>
    </w:p>
    <w:p w14:paraId="2557387C" w14:textId="77777777" w:rsidR="007729BE" w:rsidRDefault="007729BE" w:rsidP="007729BE">
      <w:pPr>
        <w:ind w:left="2160"/>
      </w:pPr>
    </w:p>
    <w:p w14:paraId="1E1EBF3F" w14:textId="77777777" w:rsidR="007729BE" w:rsidRDefault="007729BE" w:rsidP="007729BE">
      <w:pPr>
        <w:pStyle w:val="Heading2"/>
      </w:pPr>
      <w:r>
        <w:t>Legal Requirements</w:t>
      </w:r>
    </w:p>
    <w:p w14:paraId="1C9B9155" w14:textId="77777777" w:rsidR="007729BE" w:rsidRPr="007729BE" w:rsidRDefault="007729BE" w:rsidP="007729B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System must be compliant with FERPA regulations. </w:t>
      </w:r>
    </w:p>
    <w:p w14:paraId="17231B42" w14:textId="77777777" w:rsidR="00E42E78" w:rsidRDefault="00AE19B8">
      <w:pPr>
        <w:pStyle w:val="Heading1"/>
        <w:widowControl/>
      </w:pPr>
      <w:bookmarkStart w:id="23" w:name="_Toc423410253"/>
      <w:bookmarkStart w:id="24" w:name="_Toc425054512"/>
      <w:bookmarkStart w:id="25" w:name="_Toc494515313"/>
      <w:r>
        <w:t>Pre-conditions</w:t>
      </w:r>
      <w:bookmarkEnd w:id="23"/>
      <w:bookmarkEnd w:id="24"/>
      <w:bookmarkEnd w:id="25"/>
    </w:p>
    <w:p w14:paraId="38D9815A" w14:textId="77777777" w:rsidR="00E42E78" w:rsidRDefault="002D5D81">
      <w:pPr>
        <w:pStyle w:val="Heading2"/>
        <w:widowControl/>
      </w:pPr>
      <w:bookmarkStart w:id="26" w:name="_Toc423410254"/>
      <w:bookmarkStart w:id="27" w:name="_Toc425054513"/>
      <w:bookmarkStart w:id="28" w:name="_Toc494515314"/>
      <w:r>
        <w:t xml:space="preserve">Access </w:t>
      </w:r>
      <w:bookmarkEnd w:id="26"/>
      <w:bookmarkEnd w:id="27"/>
      <w:bookmarkEnd w:id="28"/>
      <w:r>
        <w:t>to system</w:t>
      </w:r>
    </w:p>
    <w:p w14:paraId="0B443363" w14:textId="1C8A8B17" w:rsidR="002D5D81" w:rsidRDefault="006E6785" w:rsidP="002D5D81">
      <w:pPr>
        <w:ind w:left="720"/>
      </w:pPr>
      <w:r>
        <w:t>User must be logged in to the system or can create a new account.</w:t>
      </w:r>
    </w:p>
    <w:p w14:paraId="527420B3" w14:textId="77777777" w:rsidR="002D5D81" w:rsidRDefault="002D5D81" w:rsidP="002D5D81">
      <w:pPr>
        <w:ind w:left="720"/>
      </w:pPr>
    </w:p>
    <w:p w14:paraId="4C1754A9" w14:textId="6B86A9E0" w:rsidR="002D5D81" w:rsidRDefault="006E6785" w:rsidP="004F65A0">
      <w:pPr>
        <w:pStyle w:val="Heading2"/>
      </w:pPr>
      <w:r>
        <w:t>Access to valid payment methods</w:t>
      </w:r>
    </w:p>
    <w:p w14:paraId="3617A4DF" w14:textId="0C3F0441" w:rsidR="004F65A0" w:rsidRPr="004F65A0" w:rsidRDefault="006E6785" w:rsidP="004F65A0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User must have a valid form of payment method such as a</w:t>
      </w:r>
      <w:r w:rsidR="00F578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check or major credit card available</w:t>
      </w:r>
      <w:r w:rsidR="004F65A0">
        <w:rPr>
          <w:rFonts w:ascii="Arial" w:hAnsi="Arial" w:cs="Arial"/>
        </w:rPr>
        <w:t xml:space="preserve">. </w:t>
      </w:r>
    </w:p>
    <w:p w14:paraId="441CD1CF" w14:textId="77777777" w:rsidR="00E42E78" w:rsidRDefault="00AE19B8">
      <w:pPr>
        <w:pStyle w:val="Heading1"/>
        <w:widowControl/>
      </w:pPr>
      <w:bookmarkStart w:id="29" w:name="_Toc423410255"/>
      <w:bookmarkStart w:id="30" w:name="_Toc425054514"/>
      <w:bookmarkStart w:id="31" w:name="_Toc494515315"/>
      <w:r>
        <w:t>Post-conditions</w:t>
      </w:r>
      <w:bookmarkEnd w:id="29"/>
      <w:bookmarkEnd w:id="30"/>
      <w:bookmarkEnd w:id="31"/>
    </w:p>
    <w:p w14:paraId="20A9C107" w14:textId="07A50246" w:rsidR="00E42E78" w:rsidRDefault="006E6785">
      <w:pPr>
        <w:pStyle w:val="Heading2"/>
        <w:widowControl/>
      </w:pPr>
      <w:r>
        <w:t>Donation completed</w:t>
      </w:r>
    </w:p>
    <w:p w14:paraId="2B5EE051" w14:textId="385990A2" w:rsidR="004F65A0" w:rsidRDefault="006E6785" w:rsidP="004F65A0">
      <w:pPr>
        <w:ind w:left="720"/>
      </w:pPr>
      <w:r>
        <w:t>Donation</w:t>
      </w:r>
      <w:r w:rsidR="00F57804">
        <w:t xml:space="preserve"> is processed with payment forwarded to University of Louisville Foundation. The system will also return a unique identifier for the donation that will be linked to donors account for tracking purposes.</w:t>
      </w:r>
    </w:p>
    <w:p w14:paraId="71D054CC" w14:textId="77777777" w:rsidR="00350700" w:rsidRDefault="00350700" w:rsidP="004F65A0">
      <w:pPr>
        <w:ind w:left="720"/>
      </w:pPr>
    </w:p>
    <w:p w14:paraId="6051F9FD" w14:textId="4638D5D9" w:rsidR="00350700" w:rsidRDefault="00F57804" w:rsidP="00350700">
      <w:pPr>
        <w:pStyle w:val="Heading2"/>
      </w:pPr>
      <w:r>
        <w:t>Make another donation</w:t>
      </w:r>
    </w:p>
    <w:p w14:paraId="43F03DB2" w14:textId="4555428B" w:rsidR="00350700" w:rsidRPr="00350700" w:rsidRDefault="00F57804" w:rsidP="00350700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System would then allow the user to make another donation if they’d like to the school of nursing </w:t>
      </w:r>
      <w:r>
        <w:rPr>
          <w:rFonts w:ascii="Arial" w:hAnsi="Arial" w:cs="Arial"/>
        </w:rPr>
        <w:lastRenderedPageBreak/>
        <w:t xml:space="preserve">or a different school. </w:t>
      </w:r>
    </w:p>
    <w:p w14:paraId="727BA6E2" w14:textId="77777777" w:rsidR="00E42E78" w:rsidRDefault="00AE19B8">
      <w:pPr>
        <w:pStyle w:val="Heading1"/>
      </w:pPr>
      <w:bookmarkStart w:id="32" w:name="_Toc494515317"/>
      <w:r>
        <w:t>Extension Points</w:t>
      </w:r>
      <w:bookmarkEnd w:id="32"/>
    </w:p>
    <w:p w14:paraId="0CBE2869" w14:textId="77777777" w:rsidR="00E42E78" w:rsidRDefault="00350700">
      <w:pPr>
        <w:pStyle w:val="Heading2"/>
      </w:pPr>
      <w:r>
        <w:t>Invalid input</w:t>
      </w:r>
    </w:p>
    <w:p w14:paraId="762104CE" w14:textId="77777777" w:rsidR="00CA0558" w:rsidRDefault="00350700">
      <w:pPr>
        <w:pStyle w:val="InfoBlue"/>
        <w:rPr>
          <w:i w:val="0"/>
          <w:color w:val="auto"/>
        </w:rPr>
      </w:pPr>
      <w:r>
        <w:rPr>
          <w:i w:val="0"/>
          <w:color w:val="auto"/>
        </w:rPr>
        <w:t xml:space="preserve">System would provide an error along with a notification when a valid input isn’t entered or selection isn’t made. </w:t>
      </w:r>
    </w:p>
    <w:p w14:paraId="6BC249AB" w14:textId="41B02EF7" w:rsidR="00350700" w:rsidRDefault="00F57804" w:rsidP="00350700">
      <w:pPr>
        <w:pStyle w:val="BodyText"/>
        <w:numPr>
          <w:ilvl w:val="0"/>
          <w:numId w:val="25"/>
        </w:numPr>
      </w:pPr>
      <w:r>
        <w:t>Invalid format</w:t>
      </w:r>
      <w:bookmarkStart w:id="33" w:name="_GoBack"/>
      <w:bookmarkEnd w:id="33"/>
    </w:p>
    <w:p w14:paraId="1791289F" w14:textId="77777777" w:rsidR="00350700" w:rsidRDefault="00350700" w:rsidP="00350700">
      <w:pPr>
        <w:pStyle w:val="BodyText"/>
        <w:numPr>
          <w:ilvl w:val="0"/>
          <w:numId w:val="25"/>
        </w:numPr>
      </w:pPr>
      <w:r>
        <w:t>Invalid length</w:t>
      </w:r>
    </w:p>
    <w:p w14:paraId="36D02D36" w14:textId="77777777" w:rsidR="00350700" w:rsidRPr="00350700" w:rsidRDefault="00350700" w:rsidP="00350700">
      <w:pPr>
        <w:pStyle w:val="BodyText"/>
        <w:numPr>
          <w:ilvl w:val="0"/>
          <w:numId w:val="25"/>
        </w:numPr>
      </w:pPr>
      <w:r>
        <w:t>Invalid characters</w:t>
      </w:r>
    </w:p>
    <w:sectPr w:rsidR="00350700" w:rsidRPr="00350700">
      <w:headerReference w:type="default" r:id="rId8"/>
      <w:footerReference w:type="default" r:id="rId9"/>
      <w:endnotePr>
        <w:numFmt w:val="decimal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D925D" w14:textId="77777777" w:rsidR="00C16F18" w:rsidRDefault="00C16F18">
      <w:pPr>
        <w:spacing w:line="240" w:lineRule="auto"/>
      </w:pPr>
      <w:r>
        <w:separator/>
      </w:r>
    </w:p>
  </w:endnote>
  <w:endnote w:type="continuationSeparator" w:id="0">
    <w:p w14:paraId="14B4BA3A" w14:textId="77777777" w:rsidR="00C16F18" w:rsidRDefault="00C16F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162"/>
      <w:gridCol w:w="3162"/>
      <w:gridCol w:w="3162"/>
    </w:tblGrid>
    <w:tr w:rsidR="00C16F18" w14:paraId="6F3ADC3F" w14:textId="77777777"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59DFD1D5" w14:textId="77777777" w:rsidR="00C16F18" w:rsidRDefault="00C16F18">
          <w:pPr>
            <w:ind w:right="360"/>
            <w:rPr>
              <w:sz w:val="24"/>
            </w:rPr>
          </w:pPr>
          <w: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7A81C1CD" w14:textId="5513375A" w:rsidR="00C16F18" w:rsidRDefault="00C16F18" w:rsidP="00063546">
          <w:pPr>
            <w:jc w:val="center"/>
          </w:pPr>
          <w:r>
            <w:fldChar w:fldCharType="begin"/>
          </w:r>
          <w:r>
            <w:instrText>symbol 211 \f "Symbol" \s 10</w:instrText>
          </w:r>
          <w:r>
            <w:fldChar w:fldCharType="separate"/>
          </w:r>
          <w:r>
            <w:rPr>
              <w:rFonts w:ascii="Symbol" w:hAnsi="Symbol"/>
            </w:rPr>
            <w:t>Ó</w:t>
          </w:r>
          <w:r>
            <w:fldChar w:fldCharType="end"/>
          </w:r>
          <w:r>
            <w:t xml:space="preserve">R.A.C.T., </w:t>
          </w:r>
          <w:r>
            <w:fldChar w:fldCharType="begin"/>
          </w:r>
          <w:r>
            <w:instrText xml:space="preserve"> DATE \@ "yyyy" </w:instrText>
          </w:r>
          <w:r>
            <w:fldChar w:fldCharType="separate"/>
          </w:r>
          <w:r>
            <w:rPr>
              <w:noProof/>
            </w:rPr>
            <w:t>2016</w:t>
          </w:r>
          <w:r>
            <w:fldChar w:fldCharType="end"/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5EF4C51D" w14:textId="15F6D9EC" w:rsidR="00C16F18" w:rsidRDefault="00C16F18">
          <w:pPr>
            <w:jc w:val="right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</w:instrText>
          </w:r>
          <w:r>
            <w:rPr>
              <w:rStyle w:val="PageNumber"/>
            </w:rPr>
            <w:fldChar w:fldCharType="separate"/>
          </w:r>
          <w:r w:rsidR="00F57804">
            <w:rPr>
              <w:rStyle w:val="PageNumber"/>
              <w:noProof/>
            </w:rPr>
            <w:t>5</w:t>
          </w:r>
          <w:r>
            <w:rPr>
              <w:rStyle w:val="PageNumber"/>
            </w:rPr>
            <w:fldChar w:fldCharType="end"/>
          </w:r>
        </w:p>
      </w:tc>
    </w:tr>
  </w:tbl>
  <w:p w14:paraId="4020609C" w14:textId="77777777" w:rsidR="00C16F18" w:rsidRDefault="00C16F18" w:rsidP="000635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7271A" w14:textId="77777777" w:rsidR="00C16F18" w:rsidRDefault="00C16F18">
      <w:pPr>
        <w:spacing w:line="240" w:lineRule="auto"/>
      </w:pPr>
      <w:r>
        <w:separator/>
      </w:r>
    </w:p>
  </w:footnote>
  <w:footnote w:type="continuationSeparator" w:id="0">
    <w:p w14:paraId="3A13CF89" w14:textId="77777777" w:rsidR="00C16F18" w:rsidRDefault="00C16F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BC873" w14:textId="77777777" w:rsidR="00C16F18" w:rsidRDefault="00C16F18">
    <w:pPr>
      <w:rPr>
        <w:sz w:val="24"/>
      </w:rPr>
    </w:pPr>
  </w:p>
  <w:p w14:paraId="4385B9B8" w14:textId="77777777" w:rsidR="00C16F18" w:rsidRDefault="00C16F18">
    <w:pPr>
      <w:pBdr>
        <w:top w:val="single" w:sz="6" w:space="1" w:color="auto"/>
      </w:pBdr>
      <w:rPr>
        <w:sz w:val="24"/>
      </w:rPr>
    </w:pPr>
  </w:p>
  <w:p w14:paraId="7C32AECB" w14:textId="77777777" w:rsidR="00C16F18" w:rsidRDefault="00C16F18">
    <w:pPr>
      <w:pBdr>
        <w:bottom w:val="single" w:sz="6" w:space="1" w:color="auto"/>
      </w:pBdr>
      <w:jc w:val="right"/>
      <w:rPr>
        <w:rFonts w:ascii="Arial" w:hAnsi="Arial"/>
        <w:b/>
        <w:sz w:val="36"/>
      </w:rPr>
    </w:pPr>
    <w:fldSimple w:instr=" DOCPROPERTY &quot;Company&quot;  \* MERGEFORMAT ">
      <w:r>
        <w:rPr>
          <w:rFonts w:ascii="Arial" w:hAnsi="Arial"/>
          <w:b/>
          <w:sz w:val="36"/>
        </w:rPr>
        <w:t>R.A.C.T</w:t>
      </w:r>
    </w:fldSimple>
    <w:r>
      <w:rPr>
        <w:rFonts w:ascii="Arial" w:hAnsi="Arial"/>
        <w:b/>
        <w:sz w:val="36"/>
      </w:rPr>
      <w:t>.</w:t>
    </w:r>
  </w:p>
  <w:p w14:paraId="3F68919D" w14:textId="77777777" w:rsidR="00C16F18" w:rsidRDefault="00C16F18">
    <w:pPr>
      <w:pBdr>
        <w:bottom w:val="single" w:sz="6" w:space="1" w:color="auto"/>
      </w:pBdr>
      <w:jc w:val="right"/>
      <w:rPr>
        <w:sz w:val="24"/>
      </w:rPr>
    </w:pPr>
  </w:p>
  <w:p w14:paraId="29A71538" w14:textId="77777777" w:rsidR="00C16F18" w:rsidRDefault="00C16F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6379"/>
      <w:gridCol w:w="3179"/>
    </w:tblGrid>
    <w:tr w:rsidR="00C16F18" w14:paraId="2FC5ADF8" w14:textId="77777777">
      <w:tc>
        <w:tcPr>
          <w:tcW w:w="6379" w:type="dxa"/>
        </w:tcPr>
        <w:p w14:paraId="57F90108" w14:textId="77777777" w:rsidR="00C16F18" w:rsidRDefault="00C16F18" w:rsidP="00C3740E">
          <w:fldSimple w:instr="subject  \* Mergeformat ">
            <w:r>
              <w:t>SONAR</w:t>
            </w:r>
          </w:fldSimple>
        </w:p>
      </w:tc>
      <w:tc>
        <w:tcPr>
          <w:tcW w:w="3179" w:type="dxa"/>
        </w:tcPr>
        <w:p w14:paraId="06A980FA" w14:textId="77777777" w:rsidR="00C16F18" w:rsidRDefault="00C16F18">
          <w:pPr>
            <w:tabs>
              <w:tab w:val="left" w:pos="1135"/>
            </w:tabs>
            <w:spacing w:before="40"/>
            <w:ind w:right="68"/>
          </w:pPr>
          <w:r>
            <w:t xml:space="preserve">  Version:           1.0</w:t>
          </w:r>
        </w:p>
      </w:tc>
    </w:tr>
    <w:tr w:rsidR="00C16F18" w14:paraId="40544905" w14:textId="77777777">
      <w:tc>
        <w:tcPr>
          <w:tcW w:w="6379" w:type="dxa"/>
        </w:tcPr>
        <w:p w14:paraId="4DAFD0F2" w14:textId="53E76942" w:rsidR="00C16F18" w:rsidRDefault="00C16F18" w:rsidP="00063546">
          <w:fldSimple w:instr="title  \* Mergeformat ">
            <w:r>
              <w:t xml:space="preserve">Use Case Specification: Accept donations </w:t>
            </w:r>
          </w:fldSimple>
        </w:p>
      </w:tc>
      <w:tc>
        <w:tcPr>
          <w:tcW w:w="3179" w:type="dxa"/>
        </w:tcPr>
        <w:p w14:paraId="6CEFA330" w14:textId="5751E098" w:rsidR="00C16F18" w:rsidRDefault="00C16F18" w:rsidP="00C3740E">
          <w:r>
            <w:t xml:space="preserve">  Date:  7-Dec-16</w:t>
          </w:r>
        </w:p>
      </w:tc>
    </w:tr>
    <w:tr w:rsidR="00C16F18" w14:paraId="27A81BA7" w14:textId="77777777">
      <w:tc>
        <w:tcPr>
          <w:tcW w:w="9558" w:type="dxa"/>
          <w:gridSpan w:val="2"/>
        </w:tcPr>
        <w:p w14:paraId="7C8223E6" w14:textId="598F1C52" w:rsidR="00C16F18" w:rsidRDefault="00C16F18">
          <w:r>
            <w:t>UC69</w:t>
          </w:r>
        </w:p>
      </w:tc>
    </w:tr>
  </w:tbl>
  <w:p w14:paraId="77399B20" w14:textId="77777777" w:rsidR="00C16F18" w:rsidRDefault="00C16F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2247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11709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ADB262E"/>
    <w:multiLevelType w:val="hybridMultilevel"/>
    <w:tmpl w:val="D3CCB7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0BD63D9"/>
    <w:multiLevelType w:val="hybridMultilevel"/>
    <w:tmpl w:val="964EB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B6D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2443A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D4B6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1DD2C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2982B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375481C"/>
    <w:multiLevelType w:val="singleLevel"/>
    <w:tmpl w:val="E6747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4863270"/>
    <w:multiLevelType w:val="multilevel"/>
    <w:tmpl w:val="7F40558C"/>
    <w:lvl w:ilvl="0">
      <w:start w:val="1"/>
      <w:numFmt w:val="decimal"/>
      <w:pStyle w:val="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69D54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C2D3833"/>
    <w:multiLevelType w:val="hybridMultilevel"/>
    <w:tmpl w:val="692E9D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2B97F7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E170D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F64732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2DF7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D2F7D4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1F21F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43601F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56150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E434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">
    <w:abstractNumId w:val="11"/>
  </w:num>
  <w:num w:numId="4">
    <w:abstractNumId w:val="23"/>
  </w:num>
  <w:num w:numId="5">
    <w:abstractNumId w:val="18"/>
  </w:num>
  <w:num w:numId="6">
    <w:abstractNumId w:val="17"/>
  </w:num>
  <w:num w:numId="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8">
    <w:abstractNumId w:val="2"/>
  </w:num>
  <w:num w:numId="9">
    <w:abstractNumId w:val="22"/>
  </w:num>
  <w:num w:numId="10">
    <w:abstractNumId w:val="3"/>
  </w:num>
  <w:num w:numId="11">
    <w:abstractNumId w:val="13"/>
  </w:num>
  <w:num w:numId="12">
    <w:abstractNumId w:val="10"/>
  </w:num>
  <w:num w:numId="13">
    <w:abstractNumId w:val="21"/>
  </w:num>
  <w:num w:numId="14">
    <w:abstractNumId w:val="9"/>
  </w:num>
  <w:num w:numId="15">
    <w:abstractNumId w:val="6"/>
  </w:num>
  <w:num w:numId="16">
    <w:abstractNumId w:val="20"/>
  </w:num>
  <w:num w:numId="17">
    <w:abstractNumId w:val="16"/>
  </w:num>
  <w:num w:numId="18">
    <w:abstractNumId w:val="7"/>
  </w:num>
  <w:num w:numId="19">
    <w:abstractNumId w:val="15"/>
  </w:num>
  <w:num w:numId="20">
    <w:abstractNumId w:val="8"/>
  </w:num>
  <w:num w:numId="21">
    <w:abstractNumId w:val="19"/>
  </w:num>
  <w:num w:numId="22">
    <w:abstractNumId w:val="12"/>
  </w:num>
  <w:num w:numId="23">
    <w:abstractNumId w:val="4"/>
  </w:num>
  <w:num w:numId="24">
    <w:abstractNumId w:val="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9B8"/>
    <w:rsid w:val="00063546"/>
    <w:rsid w:val="001E7A55"/>
    <w:rsid w:val="001F4BF0"/>
    <w:rsid w:val="002D5D81"/>
    <w:rsid w:val="00350700"/>
    <w:rsid w:val="00432A65"/>
    <w:rsid w:val="004F65A0"/>
    <w:rsid w:val="0058152D"/>
    <w:rsid w:val="005D15B2"/>
    <w:rsid w:val="006E6785"/>
    <w:rsid w:val="007729BE"/>
    <w:rsid w:val="0079563D"/>
    <w:rsid w:val="007A16AE"/>
    <w:rsid w:val="00897BD6"/>
    <w:rsid w:val="008B0A27"/>
    <w:rsid w:val="008B379A"/>
    <w:rsid w:val="008F6CC3"/>
    <w:rsid w:val="009C06C8"/>
    <w:rsid w:val="00A0454B"/>
    <w:rsid w:val="00A6288B"/>
    <w:rsid w:val="00AE19B8"/>
    <w:rsid w:val="00B50A8C"/>
    <w:rsid w:val="00C16F18"/>
    <w:rsid w:val="00C3740E"/>
    <w:rsid w:val="00CA0558"/>
    <w:rsid w:val="00D56832"/>
    <w:rsid w:val="00E26C6C"/>
    <w:rsid w:val="00E42E78"/>
    <w:rsid w:val="00F36619"/>
    <w:rsid w:val="00F57804"/>
    <w:rsid w:val="00FA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526E113"/>
  <w15:docId w15:val="{B5AC008B-A010-435B-91AF-19B0FE41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widowControl w:val="0"/>
      <w:spacing w:line="240" w:lineRule="atLeast"/>
    </w:p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60"/>
      <w:ind w:left="720" w:hanging="720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Heading1"/>
    <w:next w:val="Normal"/>
    <w:qFormat/>
    <w:pPr>
      <w:numPr>
        <w:ilvl w:val="1"/>
      </w:numPr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pPr>
      <w:numPr>
        <w:ilvl w:val="2"/>
      </w:numPr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pPr>
      <w:numPr>
        <w:ilvl w:val="3"/>
      </w:numPr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2">
    <w:name w:val="Paragraph2"/>
    <w:basedOn w:val="Normal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pPr>
      <w:spacing w:line="240" w:lineRule="auto"/>
      <w:jc w:val="center"/>
    </w:pPr>
    <w:rPr>
      <w:rFonts w:ascii="Arial" w:hAnsi="Arial"/>
      <w:b/>
      <w:sz w:val="36"/>
    </w:rPr>
  </w:style>
  <w:style w:type="paragraph" w:styleId="Subtitle">
    <w:name w:val="Subtitle"/>
    <w:basedOn w:val="Normal"/>
    <w:qFormat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NormalIndent">
    <w:name w:val="Normal Indent"/>
    <w:basedOn w:val="Normal"/>
    <w:semiHidden/>
    <w:pPr>
      <w:ind w:left="900" w:hanging="900"/>
    </w:pPr>
  </w:style>
  <w:style w:type="paragraph" w:styleId="TOC1">
    <w:name w:val="toc 1"/>
    <w:basedOn w:val="Normal"/>
    <w:next w:val="Normal"/>
    <w:semiHidden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semiHidden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Paragraph3">
    <w:name w:val="Paragraph3"/>
    <w:basedOn w:val="Normal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pPr>
      <w:spacing w:before="80" w:line="240" w:lineRule="auto"/>
      <w:ind w:left="2250"/>
      <w:jc w:val="both"/>
    </w:pPr>
  </w:style>
  <w:style w:type="paragraph" w:customStyle="1" w:styleId="Tabletext">
    <w:name w:val="Tabletext"/>
    <w:basedOn w:val="Normal"/>
    <w:pPr>
      <w:keepLines/>
      <w:spacing w:after="120"/>
    </w:pPr>
  </w:style>
  <w:style w:type="paragraph" w:styleId="BodyText">
    <w:name w:val="Body Text"/>
    <w:basedOn w:val="Normal"/>
    <w:semiHidden/>
    <w:pPr>
      <w:keepLines/>
      <w:spacing w:after="120"/>
      <w:ind w:left="720"/>
    </w:pPr>
  </w:style>
  <w:style w:type="paragraph" w:styleId="TOC4">
    <w:name w:val="toc 4"/>
    <w:basedOn w:val="Normal"/>
    <w:next w:val="Normal"/>
    <w:semiHidden/>
    <w:pPr>
      <w:ind w:left="600"/>
    </w:pPr>
  </w:style>
  <w:style w:type="paragraph" w:styleId="TOC5">
    <w:name w:val="toc 5"/>
    <w:basedOn w:val="Normal"/>
    <w:next w:val="Normal"/>
    <w:semiHidden/>
    <w:pPr>
      <w:ind w:left="800"/>
    </w:pPr>
  </w:style>
  <w:style w:type="paragraph" w:styleId="TOC6">
    <w:name w:val="toc 6"/>
    <w:basedOn w:val="Normal"/>
    <w:next w:val="Normal"/>
    <w:semiHidden/>
    <w:pPr>
      <w:ind w:left="1000"/>
    </w:pPr>
  </w:style>
  <w:style w:type="paragraph" w:styleId="TOC7">
    <w:name w:val="toc 7"/>
    <w:basedOn w:val="Normal"/>
    <w:next w:val="Normal"/>
    <w:semiHidden/>
    <w:pPr>
      <w:ind w:left="1200"/>
    </w:pPr>
  </w:style>
  <w:style w:type="paragraph" w:styleId="TOC8">
    <w:name w:val="toc 8"/>
    <w:basedOn w:val="Normal"/>
    <w:next w:val="Normal"/>
    <w:semiHidden/>
    <w:pPr>
      <w:ind w:left="1400"/>
    </w:pPr>
  </w:style>
  <w:style w:type="paragraph" w:styleId="TOC9">
    <w:name w:val="toc 9"/>
    <w:basedOn w:val="Normal"/>
    <w:next w:val="Normal"/>
    <w:semiHidden/>
    <w:pPr>
      <w:ind w:left="1600"/>
    </w:pPr>
  </w:style>
  <w:style w:type="paragraph" w:customStyle="1" w:styleId="Bullet1">
    <w:name w:val="Bullet1"/>
    <w:basedOn w:val="Normal"/>
    <w:pPr>
      <w:ind w:left="720" w:hanging="432"/>
    </w:pPr>
  </w:style>
  <w:style w:type="paragraph" w:customStyle="1" w:styleId="Bullet2">
    <w:name w:val="Bullet2"/>
    <w:basedOn w:val="Normal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otnoteReference">
    <w:name w:val="footnote reference"/>
    <w:semiHidden/>
    <w:rPr>
      <w:sz w:val="20"/>
      <w:vertAlign w:val="superscript"/>
    </w:rPr>
  </w:style>
  <w:style w:type="paragraph" w:styleId="FootnoteText">
    <w:name w:val="footnote text"/>
    <w:basedOn w:val="Normal"/>
    <w:semiHidden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customStyle="1" w:styleId="MainTitle">
    <w:name w:val="Main Title"/>
    <w:basedOn w:val="Normal"/>
    <w:pPr>
      <w:spacing w:before="480" w:after="60" w:line="240" w:lineRule="auto"/>
      <w:jc w:val="center"/>
    </w:pPr>
    <w:rPr>
      <w:rFonts w:ascii="Arial" w:hAnsi="Arial"/>
      <w:b/>
      <w:kern w:val="28"/>
      <w:sz w:val="32"/>
    </w:rPr>
  </w:style>
  <w:style w:type="paragraph" w:customStyle="1" w:styleId="Paragraph1">
    <w:name w:val="Paragraph1"/>
    <w:basedOn w:val="Normal"/>
    <w:pPr>
      <w:spacing w:before="80" w:line="240" w:lineRule="auto"/>
      <w:jc w:val="both"/>
    </w:pPr>
  </w:style>
  <w:style w:type="paragraph" w:styleId="BodyText2">
    <w:name w:val="Body Text 2"/>
    <w:basedOn w:val="Normal"/>
    <w:semiHidden/>
    <w:rPr>
      <w:i/>
      <w:color w:val="0000FF"/>
    </w:rPr>
  </w:style>
  <w:style w:type="paragraph" w:styleId="BodyTextIndent">
    <w:name w:val="Body Text Indent"/>
    <w:basedOn w:val="Normal"/>
    <w:semiHidden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pPr>
      <w:widowControl/>
      <w:spacing w:before="120" w:line="240" w:lineRule="auto"/>
      <w:jc w:val="both"/>
    </w:pPr>
    <w:rPr>
      <w:rFonts w:ascii="Book Antiqua" w:hAnsi="Book Antiqua"/>
    </w:rPr>
  </w:style>
  <w:style w:type="paragraph" w:customStyle="1" w:styleId="Bullet">
    <w:name w:val="Bullet"/>
    <w:basedOn w:val="Normal"/>
    <w:pPr>
      <w:widowControl/>
      <w:numPr>
        <w:numId w:val="22"/>
      </w:numPr>
      <w:tabs>
        <w:tab w:val="left" w:pos="720"/>
      </w:tabs>
      <w:spacing w:before="120" w:line="240" w:lineRule="auto"/>
      <w:ind w:right="360"/>
      <w:jc w:val="both"/>
    </w:pPr>
    <w:rPr>
      <w:rFonts w:ascii="Book Antiqua" w:hAnsi="Book Antiqua"/>
    </w:rPr>
  </w:style>
  <w:style w:type="paragraph" w:customStyle="1" w:styleId="InfoBlue">
    <w:name w:val="InfoBlue"/>
    <w:basedOn w:val="Normal"/>
    <w:next w:val="BodyText"/>
    <w:autoRedefine/>
    <w:pPr>
      <w:spacing w:after="120"/>
      <w:ind w:left="720"/>
    </w:pPr>
    <w:rPr>
      <w:i/>
      <w:color w:val="0000FF"/>
    </w:r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widowControl/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bark01\AppData\Local\Temp\rup_uc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rup_ucspec</Template>
  <TotalTime>158</TotalTime>
  <Pages>5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Case Specification: &lt;Use-Case Name&gt;</vt:lpstr>
    </vt:vector>
  </TitlesOfParts>
  <Company>&lt;Company Name&gt;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Case Specification: &lt;Use-Case Name&gt;</dc:title>
  <dc:subject>&lt;Project Name&gt;</dc:subject>
  <dc:creator>rmbark01</dc:creator>
  <cp:lastModifiedBy>Ajay Singh</cp:lastModifiedBy>
  <cp:revision>3</cp:revision>
  <cp:lastPrinted>1900-01-01T05:00:00Z</cp:lastPrinted>
  <dcterms:created xsi:type="dcterms:W3CDTF">2016-12-07T21:26:00Z</dcterms:created>
  <dcterms:modified xsi:type="dcterms:W3CDTF">2016-12-08T00:05:00Z</dcterms:modified>
</cp:coreProperties>
</file>